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E67" w:rsidRDefault="00635D0B">
      <w:pPr>
        <w:rPr>
          <w:sz w:val="32"/>
        </w:rPr>
      </w:pPr>
      <w:r>
        <w:rPr>
          <w:sz w:val="32"/>
        </w:rPr>
        <w:t>Name: Eric “YOYO” and Marc</w:t>
      </w:r>
      <w:r w:rsidR="00605AED">
        <w:rPr>
          <w:sz w:val="32"/>
        </w:rPr>
        <w:tab/>
      </w:r>
      <w:r w:rsidR="00605AED">
        <w:rPr>
          <w:sz w:val="32"/>
        </w:rPr>
        <w:tab/>
      </w:r>
      <w:r w:rsidR="00605AED">
        <w:rPr>
          <w:sz w:val="32"/>
        </w:rPr>
        <w:tab/>
        <w:t>Humanities</w:t>
      </w:r>
    </w:p>
    <w:p w:rsidR="009F6E67" w:rsidRDefault="009F6E67">
      <w:pPr>
        <w:rPr>
          <w:sz w:val="32"/>
        </w:rPr>
      </w:pPr>
    </w:p>
    <w:p w:rsidR="009F6E67" w:rsidRDefault="00605AED">
      <w:pPr>
        <w:rPr>
          <w:sz w:val="32"/>
        </w:rPr>
      </w:pPr>
      <w:r>
        <w:rPr>
          <w:sz w:val="32"/>
        </w:rPr>
        <w:t>Date</w:t>
      </w:r>
      <w:r w:rsidR="00FE3BC6">
        <w:rPr>
          <w:sz w:val="32"/>
        </w:rPr>
        <w:t xml:space="preserve">: </w:t>
      </w:r>
      <w:r w:rsidR="00FE3BC6">
        <w:rPr>
          <w:sz w:val="32"/>
        </w:rPr>
        <w:fldChar w:fldCharType="begin"/>
      </w:r>
      <w:r w:rsidR="00FE3BC6">
        <w:rPr>
          <w:sz w:val="32"/>
        </w:rPr>
        <w:instrText xml:space="preserve"> DATE \@ "dddd, MMMM dd, yyyy" </w:instrText>
      </w:r>
      <w:r w:rsidR="00FE3BC6">
        <w:rPr>
          <w:sz w:val="32"/>
        </w:rPr>
        <w:fldChar w:fldCharType="separate"/>
      </w:r>
      <w:r w:rsidR="00E514C9">
        <w:rPr>
          <w:noProof/>
          <w:sz w:val="32"/>
        </w:rPr>
        <w:t>Tuesday, October 18, 2011</w:t>
      </w:r>
      <w:r w:rsidR="00FE3BC6">
        <w:rPr>
          <w:sz w:val="32"/>
        </w:rPr>
        <w:fldChar w:fldCharType="end"/>
      </w:r>
      <w:r w:rsidR="00FE3BC6">
        <w:rPr>
          <w:sz w:val="32"/>
        </w:rPr>
        <w:tab/>
      </w:r>
      <w:r w:rsidR="00FE3BC6">
        <w:rPr>
          <w:sz w:val="32"/>
        </w:rPr>
        <w:tab/>
      </w:r>
      <w:r w:rsidR="00FE3BC6">
        <w:rPr>
          <w:sz w:val="32"/>
        </w:rPr>
        <w:tab/>
        <w:t>6-C</w:t>
      </w:r>
    </w:p>
    <w:p w:rsidR="009F6E67" w:rsidRDefault="009F6E67">
      <w:pPr>
        <w:rPr>
          <w:sz w:val="32"/>
        </w:rPr>
      </w:pPr>
    </w:p>
    <w:p w:rsidR="009F6E67" w:rsidRDefault="00605AED">
      <w:pPr>
        <w:pStyle w:val="Heading1"/>
        <w:rPr>
          <w:b/>
        </w:rPr>
      </w:pPr>
      <w:r>
        <w:rPr>
          <w:b/>
        </w:rPr>
        <w:t>Fill-in-the-Blank Mini-Chapter on Ancient Mesopotamia</w:t>
      </w:r>
    </w:p>
    <w:p w:rsidR="009F6E67" w:rsidRDefault="009F6E67">
      <w:pPr>
        <w:rPr>
          <w:sz w:val="32"/>
        </w:rPr>
      </w:pPr>
    </w:p>
    <w:p w:rsidR="009F6E67" w:rsidRDefault="00605AED">
      <w:pPr>
        <w:rPr>
          <w:sz w:val="32"/>
        </w:rPr>
      </w:pPr>
      <w:r>
        <w:rPr>
          <w:sz w:val="32"/>
        </w:rPr>
        <w:t xml:space="preserve">Directions: Read pages 54-57, 58-63, and 66 through 71 in </w:t>
      </w:r>
      <w:r>
        <w:rPr>
          <w:sz w:val="32"/>
          <w:u w:val="single"/>
        </w:rPr>
        <w:t>Our World</w:t>
      </w:r>
      <w:r>
        <w:rPr>
          <w:sz w:val="32"/>
        </w:rPr>
        <w:t xml:space="preserve">, and pages 17-25 in </w:t>
      </w:r>
      <w:r>
        <w:rPr>
          <w:sz w:val="32"/>
          <w:u w:val="single"/>
        </w:rPr>
        <w:t>A Little History of the World</w:t>
      </w:r>
      <w:r>
        <w:rPr>
          <w:sz w:val="32"/>
        </w:rPr>
        <w:t>. Then, read through the below text.  After that, find the correct word from the texts that belongs in each blank.</w:t>
      </w:r>
    </w:p>
    <w:p w:rsidR="009F6E67" w:rsidRDefault="009F6E67">
      <w:pPr>
        <w:rPr>
          <w:sz w:val="32"/>
        </w:rPr>
      </w:pPr>
    </w:p>
    <w:p w:rsidR="009F6E67" w:rsidRDefault="00605AED">
      <w:pPr>
        <w:rPr>
          <w:sz w:val="32"/>
        </w:rPr>
      </w:pPr>
      <w:r>
        <w:rPr>
          <w:sz w:val="32"/>
        </w:rPr>
        <w:tab/>
        <w:t xml:space="preserve">Mesopotamia is one of the world’s first civilizations.  The </w:t>
      </w:r>
      <w:r w:rsidR="00635D0B">
        <w:rPr>
          <w:sz w:val="32"/>
        </w:rPr>
        <w:t xml:space="preserve">word </w:t>
      </w:r>
      <w:r w:rsidR="00635D0B">
        <w:rPr>
          <w:sz w:val="32"/>
        </w:rPr>
        <w:br/>
        <w:t>“Mesopotamia</w:t>
      </w:r>
      <w:r w:rsidR="00FF521B" w:rsidRPr="00FF521B">
        <w:rPr>
          <w:sz w:val="32"/>
        </w:rPr>
        <w:t xml:space="preserve"> </w:t>
      </w:r>
      <w:r w:rsidR="00FF521B" w:rsidRPr="00EA13BA">
        <w:rPr>
          <w:sz w:val="32"/>
        </w:rPr>
        <w:t>means the land between the rivers</w:t>
      </w:r>
      <w:r w:rsidR="00635D0B">
        <w:rPr>
          <w:sz w:val="32"/>
        </w:rPr>
        <w:t xml:space="preserve">” </w:t>
      </w:r>
    </w:p>
    <w:p w:rsidR="009F6E67" w:rsidRDefault="00FE3BC6">
      <w:pPr>
        <w:rPr>
          <w:sz w:val="32"/>
        </w:rPr>
      </w:pPr>
      <w:r w:rsidRPr="00FE3BC6">
        <w:rPr>
          <w:sz w:val="28"/>
          <w:szCs w:val="28"/>
        </w:rPr>
        <w:t>In Greek</w:t>
      </w:r>
      <w:r w:rsidR="00605AED">
        <w:rPr>
          <w:sz w:val="32"/>
        </w:rPr>
        <w:t xml:space="preserve">. The rivers that formed this area, which is called the </w:t>
      </w:r>
      <w:r w:rsidRPr="00FE3BC6">
        <w:rPr>
          <w:sz w:val="32"/>
          <w:highlight w:val="yellow"/>
        </w:rPr>
        <w:t>Fertile</w:t>
      </w:r>
      <w:r w:rsidR="00605AED">
        <w:rPr>
          <w:sz w:val="32"/>
        </w:rPr>
        <w:t xml:space="preserve"> </w:t>
      </w:r>
      <w:r w:rsidR="00635D0B">
        <w:rPr>
          <w:sz w:val="32"/>
        </w:rPr>
        <w:t>Crescent,</w:t>
      </w:r>
      <w:r>
        <w:rPr>
          <w:sz w:val="32"/>
        </w:rPr>
        <w:t xml:space="preserve"> are the </w:t>
      </w:r>
      <w:r w:rsidRPr="00FE3BC6">
        <w:rPr>
          <w:sz w:val="32"/>
          <w:highlight w:val="yellow"/>
        </w:rPr>
        <w:t>Tigris</w:t>
      </w:r>
      <w:r>
        <w:rPr>
          <w:sz w:val="32"/>
        </w:rPr>
        <w:t xml:space="preserve"> and the </w:t>
      </w:r>
      <w:r w:rsidRPr="00FE3BC6">
        <w:rPr>
          <w:sz w:val="32"/>
          <w:highlight w:val="yellow"/>
        </w:rPr>
        <w:t>E</w:t>
      </w:r>
      <w:r>
        <w:rPr>
          <w:sz w:val="32"/>
          <w:highlight w:val="yellow"/>
        </w:rPr>
        <w:t>uphra</w:t>
      </w:r>
      <w:r w:rsidRPr="00FE3BC6">
        <w:rPr>
          <w:sz w:val="32"/>
          <w:highlight w:val="yellow"/>
        </w:rPr>
        <w:t>tes</w:t>
      </w:r>
      <w:r w:rsidR="00605AED">
        <w:rPr>
          <w:sz w:val="32"/>
        </w:rPr>
        <w:t>.</w:t>
      </w:r>
    </w:p>
    <w:p w:rsidR="009F6E67" w:rsidRDefault="00605AED" w:rsidP="006F58AB">
      <w:pPr>
        <w:rPr>
          <w:sz w:val="32"/>
        </w:rPr>
      </w:pPr>
      <w:r>
        <w:rPr>
          <w:sz w:val="32"/>
        </w:rPr>
        <w:tab/>
        <w:t>Southern Mesopotamia a</w:t>
      </w:r>
      <w:r w:rsidR="00FE3BC6">
        <w:rPr>
          <w:sz w:val="32"/>
        </w:rPr>
        <w:t xml:space="preserve">lso goes by the name </w:t>
      </w:r>
      <w:r w:rsidR="00EA13BA" w:rsidRPr="00EA13BA">
        <w:rPr>
          <w:sz w:val="32"/>
          <w:highlight w:val="yellow"/>
        </w:rPr>
        <w:t>Sumer</w:t>
      </w:r>
      <w:r>
        <w:rPr>
          <w:sz w:val="32"/>
        </w:rPr>
        <w:t>.  This region was made up not of countries or counties, but of city-states, which is a pow</w:t>
      </w:r>
      <w:r w:rsidR="00EA13BA">
        <w:rPr>
          <w:sz w:val="32"/>
        </w:rPr>
        <w:t xml:space="preserve">erful </w:t>
      </w:r>
      <w:r w:rsidR="00EA13BA" w:rsidRPr="00EA13BA">
        <w:rPr>
          <w:sz w:val="32"/>
          <w:highlight w:val="yellow"/>
        </w:rPr>
        <w:t>tools</w:t>
      </w:r>
      <w:r w:rsidR="00EA13BA">
        <w:rPr>
          <w:sz w:val="32"/>
        </w:rPr>
        <w:t xml:space="preserve"> that controls the </w:t>
      </w:r>
      <w:r w:rsidR="00EA13BA" w:rsidRPr="00EA13BA">
        <w:rPr>
          <w:sz w:val="32"/>
          <w:highlight w:val="yellow"/>
        </w:rPr>
        <w:t>space</w:t>
      </w:r>
      <w:r>
        <w:rPr>
          <w:sz w:val="32"/>
        </w:rPr>
        <w:t xml:space="preserve"> around it.  Three su</w:t>
      </w:r>
      <w:r w:rsidR="006F58AB">
        <w:rPr>
          <w:sz w:val="32"/>
        </w:rPr>
        <w:t xml:space="preserve">ch city-states were </w:t>
      </w:r>
      <w:r w:rsidR="006F58AB" w:rsidRPr="006F58AB">
        <w:rPr>
          <w:sz w:val="32"/>
          <w:highlight w:val="yellow"/>
        </w:rPr>
        <w:t>Uruk, Nippur</w:t>
      </w:r>
      <w:r w:rsidRPr="006F58AB">
        <w:rPr>
          <w:sz w:val="32"/>
          <w:highlight w:val="yellow"/>
        </w:rPr>
        <w:t xml:space="preserve">, </w:t>
      </w:r>
      <w:r w:rsidRPr="006F58AB">
        <w:rPr>
          <w:sz w:val="32"/>
        </w:rPr>
        <w:t>and</w:t>
      </w:r>
      <w:r w:rsidR="006F58AB" w:rsidRPr="006F58AB">
        <w:rPr>
          <w:sz w:val="32"/>
          <w:highlight w:val="yellow"/>
        </w:rPr>
        <w:t xml:space="preserve"> Eridu</w:t>
      </w:r>
      <w:r w:rsidRPr="006F58AB">
        <w:rPr>
          <w:sz w:val="32"/>
          <w:highlight w:val="yellow"/>
        </w:rPr>
        <w:t>.</w:t>
      </w:r>
      <w:r w:rsidR="00FF521B">
        <w:rPr>
          <w:sz w:val="32"/>
        </w:rPr>
        <w:tab/>
      </w:r>
      <w:r w:rsidR="00FF521B">
        <w:rPr>
          <w:sz w:val="32"/>
        </w:rPr>
        <w:tab/>
      </w:r>
    </w:p>
    <w:p w:rsidR="009F6E67" w:rsidRDefault="00605AED">
      <w:pPr>
        <w:rPr>
          <w:sz w:val="32"/>
        </w:rPr>
      </w:pPr>
      <w:r>
        <w:rPr>
          <w:sz w:val="32"/>
        </w:rPr>
        <w:tab/>
        <w:t>The Mesopotamians created one of the world’s first wri</w:t>
      </w:r>
      <w:r w:rsidR="005538AF">
        <w:rPr>
          <w:sz w:val="32"/>
        </w:rPr>
        <w:t>tten languages.  It is called</w:t>
      </w:r>
      <w:r w:rsidR="00F65783">
        <w:rPr>
          <w:sz w:val="32"/>
        </w:rPr>
        <w:t xml:space="preserve"> </w:t>
      </w:r>
      <w:r w:rsidR="003361C7">
        <w:rPr>
          <w:sz w:val="32"/>
        </w:rPr>
        <w:t>cuneiform.</w:t>
      </w:r>
      <w:r w:rsidRPr="005538AF">
        <w:rPr>
          <w:color w:val="000000" w:themeColor="text1"/>
          <w:sz w:val="32"/>
        </w:rPr>
        <w:t xml:space="preserve">  This was made b</w:t>
      </w:r>
      <w:r w:rsidR="002B6110">
        <w:rPr>
          <w:color w:val="000000" w:themeColor="text1"/>
          <w:sz w:val="32"/>
        </w:rPr>
        <w:t>y scratching on a wet, clay</w:t>
      </w:r>
      <w:r w:rsidRPr="005538AF">
        <w:rPr>
          <w:color w:val="000000" w:themeColor="text1"/>
          <w:sz w:val="32"/>
        </w:rPr>
        <w:t xml:space="preserve"> table.  It</w:t>
      </w:r>
      <w:r w:rsidR="002B6110">
        <w:rPr>
          <w:color w:val="000000" w:themeColor="text1"/>
          <w:sz w:val="32"/>
        </w:rPr>
        <w:t xml:space="preserve"> has about 500 </w:t>
      </w:r>
      <w:r w:rsidRPr="005538AF">
        <w:rPr>
          <w:color w:val="000000" w:themeColor="text1"/>
          <w:sz w:val="32"/>
        </w:rPr>
        <w:t>symbols or</w:t>
      </w:r>
      <w:r w:rsidR="002B6110">
        <w:rPr>
          <w:color w:val="000000" w:themeColor="text1"/>
          <w:sz w:val="32"/>
        </w:rPr>
        <w:t xml:space="preserve"> pictures</w:t>
      </w:r>
      <w:r w:rsidRPr="005538AF">
        <w:rPr>
          <w:color w:val="000000" w:themeColor="text1"/>
          <w:sz w:val="32"/>
        </w:rPr>
        <w:t xml:space="preserve"> writing th</w:t>
      </w:r>
      <w:r>
        <w:rPr>
          <w:sz w:val="32"/>
        </w:rPr>
        <w:t>at look like the thing they describe.  Usually boys went to scho</w:t>
      </w:r>
      <w:r w:rsidR="0068330C">
        <w:rPr>
          <w:sz w:val="32"/>
        </w:rPr>
        <w:t xml:space="preserve">ol to learn to read, to </w:t>
      </w:r>
      <w:r w:rsidR="003361C7">
        <w:rPr>
          <w:sz w:val="32"/>
        </w:rPr>
        <w:t>write,</w:t>
      </w:r>
      <w:r>
        <w:rPr>
          <w:sz w:val="32"/>
        </w:rPr>
        <w:t xml:space="preserve"> and do mathematics.   After they left sch</w:t>
      </w:r>
      <w:r w:rsidR="0068330C">
        <w:rPr>
          <w:sz w:val="32"/>
        </w:rPr>
        <w:t>ool,</w:t>
      </w:r>
      <w:r w:rsidR="00B70D33">
        <w:rPr>
          <w:sz w:val="32"/>
        </w:rPr>
        <w:t xml:space="preserve"> they became a scribe</w:t>
      </w:r>
      <w:r>
        <w:rPr>
          <w:sz w:val="32"/>
        </w:rPr>
        <w:t xml:space="preserve"> or official writer. They wrote laws, legends, </w:t>
      </w:r>
      <w:r w:rsidR="003361C7">
        <w:rPr>
          <w:sz w:val="32"/>
        </w:rPr>
        <w:t>lett</w:t>
      </w:r>
      <w:r w:rsidR="00F65783">
        <w:rPr>
          <w:sz w:val="32"/>
        </w:rPr>
        <w:t>ers</w:t>
      </w:r>
      <w:r>
        <w:rPr>
          <w:sz w:val="32"/>
        </w:rPr>
        <w:t xml:space="preserve">, and records. The world first set of written code of </w:t>
      </w:r>
      <w:r w:rsidR="003361C7">
        <w:rPr>
          <w:sz w:val="32"/>
        </w:rPr>
        <w:t>laws, c</w:t>
      </w:r>
      <w:r w:rsidR="00803F3E">
        <w:rPr>
          <w:sz w:val="32"/>
        </w:rPr>
        <w:t>alled the code of Hummurabi</w:t>
      </w:r>
      <w:r w:rsidR="003361C7">
        <w:rPr>
          <w:sz w:val="32"/>
        </w:rPr>
        <w:t xml:space="preserve"> was </w:t>
      </w:r>
      <w:r w:rsidR="00803F3E">
        <w:rPr>
          <w:sz w:val="32"/>
        </w:rPr>
        <w:t>a written</w:t>
      </w:r>
      <w:r>
        <w:rPr>
          <w:sz w:val="32"/>
        </w:rPr>
        <w:t xml:space="preserve"> in this language.  </w:t>
      </w:r>
    </w:p>
    <w:p w:rsidR="009F6E67" w:rsidRDefault="00605AED">
      <w:pPr>
        <w:rPr>
          <w:sz w:val="32"/>
        </w:rPr>
      </w:pPr>
      <w:r>
        <w:rPr>
          <w:sz w:val="32"/>
        </w:rPr>
        <w:tab/>
        <w:t>The ancient Mesopotamians believed in many gods. This is called</w:t>
      </w:r>
    </w:p>
    <w:p w:rsidR="009F6E67" w:rsidRDefault="00803F3E">
      <w:pPr>
        <w:rPr>
          <w:sz w:val="32"/>
        </w:rPr>
      </w:pPr>
      <w:r>
        <w:rPr>
          <w:sz w:val="32"/>
        </w:rPr>
        <w:t>Polytheism. Most</w:t>
      </w:r>
      <w:r w:rsidR="00605AED">
        <w:rPr>
          <w:sz w:val="32"/>
        </w:rPr>
        <w:t xml:space="preserve"> of their gods were nature gods.  Ki was the </w:t>
      </w:r>
      <w:r w:rsidR="00A80DE4">
        <w:rPr>
          <w:sz w:val="32"/>
        </w:rPr>
        <w:t>god for a good harvest; Enlil</w:t>
      </w:r>
      <w:r w:rsidR="00605AED">
        <w:rPr>
          <w:sz w:val="32"/>
        </w:rPr>
        <w:t xml:space="preserve"> was the god of rain, and</w:t>
      </w:r>
      <w:r w:rsidR="00A80DE4">
        <w:rPr>
          <w:sz w:val="32"/>
        </w:rPr>
        <w:t xml:space="preserve"> Enki was the god of water</w:t>
      </w:r>
      <w:r w:rsidR="00605AED">
        <w:rPr>
          <w:sz w:val="32"/>
        </w:rPr>
        <w:t>.  The Mesopotamians built large</w:t>
      </w:r>
      <w:r w:rsidR="004A4ED0">
        <w:rPr>
          <w:sz w:val="32"/>
        </w:rPr>
        <w:t xml:space="preserve"> s</w:t>
      </w:r>
      <w:r w:rsidR="005538AF">
        <w:rPr>
          <w:sz w:val="32"/>
        </w:rPr>
        <w:t>tep-temples</w:t>
      </w:r>
      <w:r w:rsidR="00970CA2">
        <w:rPr>
          <w:sz w:val="32"/>
        </w:rPr>
        <w:t xml:space="preserve"> called ziggura</w:t>
      </w:r>
      <w:bookmarkStart w:id="0" w:name="_GoBack"/>
      <w:bookmarkEnd w:id="0"/>
      <w:r w:rsidR="004A4ED0">
        <w:rPr>
          <w:sz w:val="32"/>
        </w:rPr>
        <w:t>t</w:t>
      </w:r>
      <w:r w:rsidR="00605AED">
        <w:rPr>
          <w:sz w:val="32"/>
        </w:rPr>
        <w:t xml:space="preserve"> on which they worshipped their gods.</w:t>
      </w:r>
    </w:p>
    <w:p w:rsidR="009F6E67" w:rsidRDefault="00605AED">
      <w:pPr>
        <w:rPr>
          <w:sz w:val="32"/>
        </w:rPr>
      </w:pPr>
      <w:r>
        <w:rPr>
          <w:sz w:val="32"/>
        </w:rPr>
        <w:t xml:space="preserve">  </w:t>
      </w:r>
    </w:p>
    <w:sectPr w:rsidR="009F6E67">
      <w:pgSz w:w="12240" w:h="15840"/>
      <w:pgMar w:top="630" w:right="117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ED"/>
    <w:rsid w:val="0012511A"/>
    <w:rsid w:val="002B6110"/>
    <w:rsid w:val="003361C7"/>
    <w:rsid w:val="004A4ED0"/>
    <w:rsid w:val="005538AF"/>
    <w:rsid w:val="00605AED"/>
    <w:rsid w:val="00635D0B"/>
    <w:rsid w:val="0065490A"/>
    <w:rsid w:val="0068330C"/>
    <w:rsid w:val="00696464"/>
    <w:rsid w:val="006F58AB"/>
    <w:rsid w:val="00803F3E"/>
    <w:rsid w:val="00970CA2"/>
    <w:rsid w:val="009F6E67"/>
    <w:rsid w:val="00A80DE4"/>
    <w:rsid w:val="00B70D33"/>
    <w:rsid w:val="00E514C9"/>
    <w:rsid w:val="00EA13BA"/>
    <w:rsid w:val="00F65783"/>
    <w:rsid w:val="00F71F53"/>
    <w:rsid w:val="00FE3BC6"/>
    <w:rsid w:val="00FF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CB1DD-36B6-4187-9C1F-AEE711912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4B84F3D8.dotm</Template>
  <TotalTime>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Guide for</vt:lpstr>
    </vt:vector>
  </TitlesOfParts>
  <Company>Lakeland Schools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Guide for</dc:title>
  <dc:creator>Joshua and Laurie Baskin</dc:creator>
  <cp:lastModifiedBy>Lakeland CSD</cp:lastModifiedBy>
  <cp:revision>3</cp:revision>
  <cp:lastPrinted>2003-05-26T21:17:00Z</cp:lastPrinted>
  <dcterms:created xsi:type="dcterms:W3CDTF">2011-10-18T19:10:00Z</dcterms:created>
  <dcterms:modified xsi:type="dcterms:W3CDTF">2011-10-18T19:10:00Z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-1485488971</vt:i4>
  </property>
</Properties>
</file>